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7DD04A85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3012" w:rsidRPr="00B86DA2">
        <w:rPr>
          <w:rFonts w:ascii="Corbel" w:hAnsi="Corbel"/>
          <w:b/>
          <w:bCs/>
          <w:smallCaps/>
          <w:sz w:val="24"/>
          <w:szCs w:val="24"/>
        </w:rPr>
        <w:t>20</w:t>
      </w:r>
      <w:r w:rsidR="00E26898">
        <w:rPr>
          <w:rFonts w:ascii="Corbel" w:hAnsi="Corbel"/>
          <w:b/>
          <w:bCs/>
          <w:smallCaps/>
          <w:sz w:val="24"/>
          <w:szCs w:val="24"/>
        </w:rPr>
        <w:t>19</w:t>
      </w:r>
      <w:r w:rsidR="0023203C" w:rsidRPr="00B86DA2">
        <w:rPr>
          <w:rFonts w:ascii="Corbel" w:hAnsi="Corbel"/>
          <w:b/>
          <w:bCs/>
          <w:smallCaps/>
          <w:sz w:val="24"/>
          <w:szCs w:val="24"/>
        </w:rPr>
        <w:t xml:space="preserve"> - 20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</w:t>
      </w:r>
      <w:r w:rsidR="00E26898">
        <w:rPr>
          <w:rFonts w:ascii="Corbel" w:hAnsi="Corbel"/>
          <w:b/>
          <w:bCs/>
          <w:smallCaps/>
          <w:sz w:val="24"/>
          <w:szCs w:val="24"/>
        </w:rPr>
        <w:t>2</w:t>
      </w:r>
    </w:p>
    <w:p w14:paraId="2A94F79A" w14:textId="19E44B8C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E26898">
        <w:rPr>
          <w:rFonts w:ascii="Corbel" w:hAnsi="Corbel"/>
          <w:sz w:val="20"/>
          <w:szCs w:val="20"/>
        </w:rPr>
        <w:t>1</w:t>
      </w:r>
      <w:r w:rsidRPr="6063023A">
        <w:rPr>
          <w:rFonts w:ascii="Corbel" w:hAnsi="Corbel"/>
          <w:sz w:val="20"/>
          <w:szCs w:val="20"/>
        </w:rPr>
        <w:t>/202</w:t>
      </w:r>
      <w:r w:rsidR="00E2689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58B3278E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C6A1A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1F8A18C" w:rsidR="00015B8F" w:rsidRPr="009C54AE" w:rsidRDefault="003F35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77777777" w:rsidR="00331122" w:rsidRPr="00521803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Podstawy rachunkowości : od teorii do praktyki / Piotr Szczypa (red.). - Wydanie IV.  - Warszawa :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12384D" w14:textId="77777777" w:rsidR="00E71910" w:rsidRDefault="00E71910" w:rsidP="00C16ABF">
      <w:pPr>
        <w:spacing w:after="0" w:line="240" w:lineRule="auto"/>
      </w:pPr>
      <w:r>
        <w:separator/>
      </w:r>
    </w:p>
  </w:endnote>
  <w:endnote w:type="continuationSeparator" w:id="0">
    <w:p w14:paraId="77C6B989" w14:textId="77777777" w:rsidR="00E71910" w:rsidRDefault="00E719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70AEF" w14:textId="77777777" w:rsidR="00E71910" w:rsidRDefault="00E71910" w:rsidP="00C16ABF">
      <w:pPr>
        <w:spacing w:after="0" w:line="240" w:lineRule="auto"/>
      </w:pPr>
      <w:r>
        <w:separator/>
      </w:r>
    </w:p>
  </w:footnote>
  <w:footnote w:type="continuationSeparator" w:id="0">
    <w:p w14:paraId="6E6A47C2" w14:textId="77777777" w:rsidR="00E71910" w:rsidRDefault="00E71910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168FF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57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26898"/>
    <w:rsid w:val="00E41BB8"/>
    <w:rsid w:val="00E45514"/>
    <w:rsid w:val="00E51E44"/>
    <w:rsid w:val="00E63348"/>
    <w:rsid w:val="00E659E3"/>
    <w:rsid w:val="00E70B36"/>
    <w:rsid w:val="00E71910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CBED70-0A1E-45B2-A375-03C2C3C3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916</Words>
  <Characters>5500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</cp:revision>
  <cp:lastPrinted>2017-04-27T10:28:00Z</cp:lastPrinted>
  <dcterms:created xsi:type="dcterms:W3CDTF">2020-12-15T14:45:00Z</dcterms:created>
  <dcterms:modified xsi:type="dcterms:W3CDTF">2021-11-04T13:54:00Z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